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F0" w:rsidRPr="00505E7B" w:rsidRDefault="00F81BF0">
      <w:pPr>
        <w:rPr>
          <w:b/>
          <w:sz w:val="32"/>
          <w:szCs w:val="40"/>
        </w:rPr>
      </w:pPr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1" o:spid="_x0000_s1026" type="#_x0000_t75" alt="SCHNEESCHUHE.JPG" style="position:absolute;margin-left:252pt;margin-top:-9pt;width:198.75pt;height:132pt;z-index:251655168;visibility:visible">
            <v:imagedata r:id="rId4" o:title=""/>
          </v:shape>
        </w:pict>
      </w:r>
      <w:r>
        <w:rPr>
          <w:noProof/>
          <w:lang w:eastAsia="de-DE"/>
        </w:rPr>
        <w:pict>
          <v:shape id="Grafik 0" o:spid="_x0000_s1027" type="#_x0000_t75" alt="FUCHSJAGD.JPG" style="position:absolute;margin-left:0;margin-top:-9pt;width:198.75pt;height:132pt;z-index:251656192;visibility:visible">
            <v:imagedata r:id="rId5" o:title=""/>
          </v:shape>
        </w:pict>
      </w:r>
    </w:p>
    <w:p w:rsidR="00F81BF0" w:rsidRDefault="00F81BF0">
      <w:pPr>
        <w:rPr>
          <w:rFonts w:ascii="Arial" w:hAnsi="Arial" w:cs="Arial"/>
          <w:color w:val="000000"/>
          <w:sz w:val="16"/>
        </w:rPr>
      </w:pPr>
    </w:p>
    <w:p w:rsidR="00F81BF0" w:rsidRDefault="00F81BF0">
      <w:pPr>
        <w:rPr>
          <w:rFonts w:ascii="Arial" w:hAnsi="Arial" w:cs="Arial"/>
          <w:color w:val="000000"/>
          <w:sz w:val="16"/>
        </w:rPr>
      </w:pPr>
    </w:p>
    <w:p w:rsidR="00F81BF0" w:rsidRDefault="00F81BF0">
      <w:pPr>
        <w:rPr>
          <w:rFonts w:ascii="Arial" w:hAnsi="Arial" w:cs="Arial"/>
          <w:color w:val="000000"/>
          <w:sz w:val="16"/>
        </w:rPr>
      </w:pPr>
    </w:p>
    <w:p w:rsidR="00F81BF0" w:rsidRDefault="00F81BF0">
      <w:pPr>
        <w:rPr>
          <w:rFonts w:ascii="Arial" w:hAnsi="Arial" w:cs="Arial"/>
          <w:color w:val="000000"/>
          <w:sz w:val="16"/>
        </w:rPr>
      </w:pPr>
    </w:p>
    <w:p w:rsidR="00F81BF0" w:rsidRDefault="00F81BF0">
      <w:pPr>
        <w:rPr>
          <w:rFonts w:ascii="Arial" w:hAnsi="Arial" w:cs="Arial"/>
          <w:color w:val="000000"/>
          <w:sz w:val="16"/>
        </w:rPr>
      </w:pPr>
    </w:p>
    <w:p w:rsidR="00F81BF0" w:rsidRDefault="00F81BF0">
      <w:pPr>
        <w:rPr>
          <w:rFonts w:ascii="Arial" w:hAnsi="Arial" w:cs="Arial"/>
          <w:color w:val="000000"/>
          <w:sz w:val="16"/>
        </w:rPr>
      </w:pPr>
      <w:r>
        <w:rPr>
          <w:noProof/>
          <w:lang w:eastAsia="de-DE"/>
        </w:rPr>
        <w:pict>
          <v:shape id="Grafik 7" o:spid="_x0000_s1028" type="#_x0000_t75" alt="SonnwendfeierThomasWalker.jpg" style="position:absolute;margin-left:-.35pt;margin-top:17.65pt;width:99pt;height:184.15pt;z-index:251657216;visibility:visible">
            <v:imagedata r:id="rId6" o:title=""/>
          </v:shape>
        </w:pict>
      </w:r>
    </w:p>
    <w:p w:rsidR="00F81BF0" w:rsidRDefault="00F81BF0">
      <w:pPr>
        <w:rPr>
          <w:rFonts w:ascii="Arial" w:hAnsi="Arial" w:cs="Arial"/>
          <w:color w:val="000000"/>
          <w:sz w:val="16"/>
        </w:rPr>
      </w:pPr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47.15pt;margin-top:6.05pt;width:229.85pt;height:6in;z-index:251654144" stroked="f">
            <v:textbox>
              <w:txbxContent>
                <w:p w:rsidR="00F81BF0" w:rsidRPr="0049000E" w:rsidRDefault="00F81BF0" w:rsidP="00505E7B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49000E">
                    <w:rPr>
                      <w:rFonts w:ascii="Arial" w:hAnsi="Arial" w:cs="Arial"/>
                      <w:sz w:val="24"/>
                      <w:szCs w:val="24"/>
                    </w:rPr>
                    <w:t>Wir bieten monatlich mindestens eine Wanderung oder auch eine Radtour</w:t>
                  </w:r>
                  <w:r w:rsidRPr="0049000E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für jedermann an. Auch Wanderausfahrten, Bergtouren und mehrtägige Radtouren stehen auf dem Programm. Kulturelle Touren sind ebenso gelegentlich im Angebot.</w:t>
                  </w:r>
                </w:p>
                <w:p w:rsidR="00F81BF0" w:rsidRPr="0049000E" w:rsidRDefault="00F81BF0" w:rsidP="00505E7B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49000E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Am Beginn des Jahres steht traditionell unsere Fuchsjagd. </w:t>
                  </w:r>
                </w:p>
                <w:p w:rsidR="00F81BF0" w:rsidRPr="0072590C" w:rsidRDefault="00F81BF0" w:rsidP="00505E7B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49000E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Ein Höhepunkt im Jahreslauf ist der erste Mai mit einem Fest um unseren Maibaum beim Vereinsheim in der Ortsmitte.</w:t>
                  </w: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br/>
                  </w:r>
                  <w:r w:rsidRPr="0072590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Zur Sommersonnwende treffen wir uns um das Feuer zum Feiern. Die Kindertanzgruppe unterhielt uns in diesem Jahr mit ihren Tänzchen.</w:t>
                  </w:r>
                </w:p>
                <w:p w:rsidR="00F81BF0" w:rsidRPr="0072590C" w:rsidRDefault="00F81BF0" w:rsidP="00505E7B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72590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Mit einer Geo-Caching Tour sind wir in den letzten Jahren beim Reutlinger Ferienprogramm dabei.</w:t>
                  </w:r>
                </w:p>
                <w:p w:rsidR="00F81BF0" w:rsidRPr="0072590C" w:rsidRDefault="00F81BF0" w:rsidP="00505E7B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72590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Die Herbstfeier bringt alle Gruppen noch einmal in der Festhalle zusammen, bevor die Wintersonnwendfeier das Wanderjahr beschließt.</w:t>
                  </w:r>
                </w:p>
                <w:p w:rsidR="00F81BF0" w:rsidRPr="0072590C" w:rsidRDefault="00F81BF0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F81BF0" w:rsidRDefault="00F81BF0">
      <w:pPr>
        <w:rPr>
          <w:rFonts w:ascii="Arial" w:hAnsi="Arial" w:cs="Arial"/>
          <w:color w:val="000000"/>
          <w:sz w:val="16"/>
        </w:rPr>
      </w:pPr>
    </w:p>
    <w:p w:rsidR="00F81BF0" w:rsidRDefault="00F81BF0">
      <w:pPr>
        <w:rPr>
          <w:rFonts w:ascii="Arial" w:hAnsi="Arial" w:cs="Arial"/>
          <w:color w:val="000000"/>
          <w:sz w:val="16"/>
        </w:rPr>
      </w:pPr>
    </w:p>
    <w:p w:rsidR="00F81BF0" w:rsidRDefault="00F81BF0">
      <w:pPr>
        <w:rPr>
          <w:rFonts w:ascii="Arial" w:hAnsi="Arial" w:cs="Arial"/>
          <w:color w:val="000000"/>
          <w:sz w:val="16"/>
        </w:rPr>
      </w:pPr>
    </w:p>
    <w:p w:rsidR="00F81BF0" w:rsidRDefault="00F81BF0">
      <w:pPr>
        <w:rPr>
          <w:rFonts w:ascii="Arial" w:hAnsi="Arial" w:cs="Arial"/>
          <w:color w:val="000000"/>
          <w:sz w:val="16"/>
        </w:rPr>
      </w:pPr>
    </w:p>
    <w:p w:rsidR="00F81BF0" w:rsidRDefault="00F81BF0">
      <w:pPr>
        <w:rPr>
          <w:rFonts w:ascii="Arial" w:hAnsi="Arial" w:cs="Arial"/>
          <w:color w:val="000000"/>
          <w:sz w:val="16"/>
        </w:rPr>
      </w:pPr>
      <w:r>
        <w:rPr>
          <w:noProof/>
          <w:lang w:eastAsia="de-DE"/>
        </w:rPr>
        <w:pict>
          <v:shape id="Grafik 5" o:spid="_x0000_s1030" type="#_x0000_t75" alt="LOCHENSTEIN.JPG" style="position:absolute;margin-left:83.65pt;margin-top:16.8pt;width:114.75pt;height:144.75pt;z-index:251660288;visibility:visible">
            <v:imagedata r:id="rId7" o:title=""/>
          </v:shape>
        </w:pict>
      </w:r>
    </w:p>
    <w:p w:rsidR="00F81BF0" w:rsidRDefault="00F81BF0">
      <w:pPr>
        <w:rPr>
          <w:rFonts w:ascii="Arial" w:hAnsi="Arial" w:cs="Arial"/>
          <w:color w:val="000000"/>
          <w:sz w:val="16"/>
        </w:rPr>
      </w:pPr>
    </w:p>
    <w:p w:rsidR="00F81BF0" w:rsidRDefault="00F81BF0">
      <w:pPr>
        <w:rPr>
          <w:rFonts w:ascii="Arial" w:hAnsi="Arial" w:cs="Arial"/>
          <w:color w:val="000000"/>
          <w:sz w:val="16"/>
        </w:rPr>
      </w:pPr>
    </w:p>
    <w:p w:rsidR="00F81BF0" w:rsidRDefault="00F81BF0">
      <w:pPr>
        <w:rPr>
          <w:rFonts w:ascii="Arial" w:hAnsi="Arial" w:cs="Arial"/>
          <w:color w:val="000000"/>
          <w:sz w:val="16"/>
        </w:rPr>
      </w:pPr>
    </w:p>
    <w:p w:rsidR="00F81BF0" w:rsidRDefault="00F81BF0">
      <w:pPr>
        <w:rPr>
          <w:rFonts w:ascii="Arial" w:hAnsi="Arial" w:cs="Arial"/>
          <w:color w:val="000000"/>
          <w:sz w:val="16"/>
        </w:rPr>
      </w:pPr>
    </w:p>
    <w:p w:rsidR="00F81BF0" w:rsidRDefault="00F81BF0">
      <w:pPr>
        <w:rPr>
          <w:rFonts w:ascii="Arial" w:hAnsi="Arial" w:cs="Arial"/>
          <w:color w:val="000000"/>
          <w:sz w:val="16"/>
        </w:rPr>
      </w:pPr>
    </w:p>
    <w:p w:rsidR="00F81BF0" w:rsidRDefault="00F81BF0">
      <w:pPr>
        <w:rPr>
          <w:rFonts w:ascii="Arial" w:hAnsi="Arial" w:cs="Arial"/>
          <w:color w:val="000000"/>
          <w:sz w:val="16"/>
        </w:rPr>
      </w:pPr>
    </w:p>
    <w:p w:rsidR="00F81BF0" w:rsidRDefault="00F81BF0">
      <w:pPr>
        <w:rPr>
          <w:rFonts w:ascii="Arial" w:hAnsi="Arial" w:cs="Arial"/>
          <w:color w:val="000000"/>
          <w:sz w:val="16"/>
        </w:rPr>
      </w:pPr>
    </w:p>
    <w:p w:rsidR="00F81BF0" w:rsidRDefault="00F81BF0">
      <w:pPr>
        <w:rPr>
          <w:rFonts w:ascii="Arial" w:hAnsi="Arial" w:cs="Arial"/>
          <w:color w:val="000000"/>
          <w:sz w:val="16"/>
        </w:rPr>
      </w:pPr>
      <w:r>
        <w:rPr>
          <w:noProof/>
          <w:lang w:eastAsia="de-DE"/>
        </w:rPr>
        <w:pict>
          <v:shape id="Grafik 11" o:spid="_x0000_s1031" type="#_x0000_t75" alt="BERGTOUR.jpg" style="position:absolute;margin-left:-.35pt;margin-top:14.2pt;width:198.75pt;height:132.75pt;z-index:251661312;visibility:visible">
            <v:imagedata r:id="rId8" o:title=""/>
          </v:shape>
        </w:pict>
      </w:r>
    </w:p>
    <w:p w:rsidR="00F81BF0" w:rsidRDefault="00F81BF0">
      <w:pPr>
        <w:rPr>
          <w:rFonts w:ascii="Arial" w:hAnsi="Arial" w:cs="Arial"/>
          <w:color w:val="000000"/>
          <w:sz w:val="16"/>
        </w:rPr>
      </w:pPr>
    </w:p>
    <w:p w:rsidR="00F81BF0" w:rsidRDefault="00F81BF0">
      <w:pPr>
        <w:rPr>
          <w:rFonts w:ascii="Arial" w:hAnsi="Arial" w:cs="Arial"/>
          <w:color w:val="000000"/>
          <w:sz w:val="16"/>
        </w:rPr>
      </w:pPr>
    </w:p>
    <w:p w:rsidR="00F81BF0" w:rsidRDefault="00F81BF0">
      <w:pPr>
        <w:rPr>
          <w:rFonts w:ascii="Arial" w:hAnsi="Arial" w:cs="Arial"/>
          <w:color w:val="000000"/>
          <w:sz w:val="16"/>
        </w:rPr>
      </w:pPr>
    </w:p>
    <w:p w:rsidR="00F81BF0" w:rsidRDefault="00F81BF0">
      <w:pPr>
        <w:rPr>
          <w:rFonts w:ascii="Arial" w:hAnsi="Arial" w:cs="Arial"/>
          <w:color w:val="000000"/>
          <w:sz w:val="16"/>
        </w:rPr>
      </w:pPr>
    </w:p>
    <w:p w:rsidR="00F81BF0" w:rsidRPr="00505E7B" w:rsidRDefault="00F81BF0">
      <w:pPr>
        <w:rPr>
          <w:rFonts w:ascii="Arial" w:hAnsi="Arial" w:cs="Arial"/>
          <w:color w:val="000000"/>
          <w:sz w:val="16"/>
        </w:rPr>
      </w:pPr>
      <w:r>
        <w:rPr>
          <w:noProof/>
          <w:lang w:eastAsia="de-DE"/>
        </w:rPr>
        <w:pict>
          <v:shape id="_x0000_s1032" type="#_x0000_t202" style="position:absolute;margin-left:252pt;margin-top:85.65pt;width:227.25pt;height:54pt;z-index:251658240" stroked="f">
            <v:textbox>
              <w:txbxContent>
                <w:p w:rsidR="00F81BF0" w:rsidRDefault="00F81BF0" w:rsidP="00505E7B">
                  <w:pPr>
                    <w:jc w:val="center"/>
                  </w:pPr>
                  <w:r w:rsidRPr="00505E7B">
                    <w:rPr>
                      <w:rFonts w:ascii="Arial" w:hAnsi="Arial" w:cs="Arial"/>
                      <w:color w:val="000000"/>
                      <w:sz w:val="32"/>
                    </w:rPr>
                    <w:t>GÄSTE SIND BEI UNS JEDERZEIT WILLKOMMEN</w:t>
                  </w:r>
                  <w:r>
                    <w:rPr>
                      <w:rFonts w:ascii="Arial" w:hAnsi="Arial" w:cs="Arial"/>
                      <w:color w:val="000000"/>
                      <w:sz w:val="32"/>
                    </w:rPr>
                    <w:t>!</w:t>
                  </w:r>
                </w:p>
                <w:p w:rsidR="00F81BF0" w:rsidRDefault="00F81BF0"/>
              </w:txbxContent>
            </v:textbox>
          </v:shape>
        </w:pict>
      </w:r>
      <w:r>
        <w:rPr>
          <w:noProof/>
          <w:lang w:eastAsia="de-DE"/>
        </w:rPr>
        <w:pict>
          <v:shape id="Grafik 10" o:spid="_x0000_s1033" type="#_x0000_t75" alt="Randecker+Maar+2012+(7).jpg" style="position:absolute;margin-left:-.35pt;margin-top:62.8pt;width:198.75pt;height:111.75pt;z-index:251659264;visibility:visible">
            <v:imagedata r:id="rId9" o:title=""/>
          </v:shape>
        </w:pict>
      </w:r>
    </w:p>
    <w:sectPr w:rsidR="00F81BF0" w:rsidRPr="00505E7B" w:rsidSect="00F858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7845"/>
    <w:rsid w:val="001634C8"/>
    <w:rsid w:val="001A0457"/>
    <w:rsid w:val="002F5A52"/>
    <w:rsid w:val="00331AD7"/>
    <w:rsid w:val="00351787"/>
    <w:rsid w:val="0049000E"/>
    <w:rsid w:val="00505E7B"/>
    <w:rsid w:val="00510056"/>
    <w:rsid w:val="005C53DA"/>
    <w:rsid w:val="006F56A8"/>
    <w:rsid w:val="0072590C"/>
    <w:rsid w:val="008B4164"/>
    <w:rsid w:val="00A63998"/>
    <w:rsid w:val="00C11BEF"/>
    <w:rsid w:val="00CB006A"/>
    <w:rsid w:val="00CB6DF0"/>
    <w:rsid w:val="00CD7845"/>
    <w:rsid w:val="00DC02B6"/>
    <w:rsid w:val="00F14765"/>
    <w:rsid w:val="00F81BF0"/>
    <w:rsid w:val="00F85876"/>
    <w:rsid w:val="00FD3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87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05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5E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4</Words>
  <Characters>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FinnTom</dc:creator>
  <cp:keywords/>
  <dc:description/>
  <cp:lastModifiedBy>Fritz</cp:lastModifiedBy>
  <cp:revision>7</cp:revision>
  <cp:lastPrinted>2012-11-07T12:54:00Z</cp:lastPrinted>
  <dcterms:created xsi:type="dcterms:W3CDTF">2012-10-15T17:28:00Z</dcterms:created>
  <dcterms:modified xsi:type="dcterms:W3CDTF">2012-11-07T12:57:00Z</dcterms:modified>
</cp:coreProperties>
</file>