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5084" w:rsidRPr="0058691E" w:rsidRDefault="00FB5084">
      <w:pPr>
        <w:rPr>
          <w:b/>
          <w:sz w:val="32"/>
          <w:szCs w:val="32"/>
        </w:rPr>
      </w:pPr>
      <w:r w:rsidRPr="0058691E">
        <w:rPr>
          <w:b/>
          <w:sz w:val="32"/>
          <w:szCs w:val="32"/>
        </w:rPr>
        <w:t>Biker</w:t>
      </w:r>
    </w:p>
    <w:p w:rsidR="00FB5084" w:rsidRDefault="00FB5084">
      <w:r>
        <w:t xml:space="preserve">Es gibt Albvereinsmitglieder, die weniger gerne wandern, dafür umso lieber Motorrad fahren. Eine kleine Gruppe ist regelmäßig auf ihren Motorrädern unterwegs. Sie treffen sich im Sommer zu Tagestouren. </w:t>
      </w:r>
    </w:p>
    <w:p w:rsidR="00FB5084" w:rsidRDefault="00FB5084">
      <w:r>
        <w:t>Einmal im Jahr gibt es eine mehrtägige „Motorradwanderung“ in Gegenden, in denen sich Biker zu Hause fühlen. Dabei geht es hauptsächlich ums Kurven fahren und Aussichten genießen.</w:t>
      </w:r>
    </w:p>
    <w:p w:rsidR="00FB5084" w:rsidRDefault="00FB5084"/>
    <w:p w:rsidR="00FB5084" w:rsidRDefault="00FB5084">
      <w:r>
        <w:rPr>
          <w:noProof/>
          <w:lang w:eastAsia="de-DE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Grafik 1" o:spid="_x0000_s1026" type="#_x0000_t75" alt="DSC03023.JPG" style="position:absolute;margin-left:66.4pt;margin-top:17pt;width:283.5pt;height:159pt;z-index:251658240;visibility:visible">
            <v:imagedata r:id="rId4" o:title=""/>
          </v:shape>
        </w:pict>
      </w:r>
    </w:p>
    <w:p w:rsidR="00FB5084" w:rsidRDefault="00FB5084"/>
    <w:p w:rsidR="00FB5084" w:rsidRDefault="00FB5084"/>
    <w:p w:rsidR="00FB5084" w:rsidRDefault="00FB5084"/>
    <w:p w:rsidR="00FB5084" w:rsidRDefault="00FB5084"/>
    <w:p w:rsidR="00FB5084" w:rsidRDefault="00FB5084"/>
    <w:p w:rsidR="00FB5084" w:rsidRDefault="00FB5084"/>
    <w:p w:rsidR="00FB5084" w:rsidRDefault="00FB5084"/>
    <w:p w:rsidR="00FB5084" w:rsidRDefault="00FB5084" w:rsidP="000C0634">
      <w:pPr>
        <w:jc w:val="center"/>
      </w:pPr>
      <w:r>
        <w:t>Das Motto der Gruppe ist „Motorrad wandern“, nicht rasen.</w:t>
      </w:r>
    </w:p>
    <w:p w:rsidR="00FB5084" w:rsidRDefault="00FB5084" w:rsidP="000C0634">
      <w:pPr>
        <w:jc w:val="center"/>
      </w:pPr>
      <w:r>
        <w:t>Die Biker sind bei den Veranstaltungen der OG immer bereit, sich helfend einzubringen.</w:t>
      </w:r>
    </w:p>
    <w:p w:rsidR="00FB5084" w:rsidRDefault="00FB5084"/>
    <w:p w:rsidR="00FB5084" w:rsidRDefault="00FB5084">
      <w:r>
        <w:rPr>
          <w:noProof/>
          <w:lang w:eastAsia="de-DE"/>
        </w:rPr>
        <w:pict>
          <v:shape id="Grafik 0" o:spid="_x0000_s1027" type="#_x0000_t75" alt="DSC03022.JPG" style="position:absolute;margin-left:76.9pt;margin-top:4.95pt;width:283.5pt;height:159pt;z-index:251657216;visibility:visible">
            <v:imagedata r:id="rId5" o:title=""/>
          </v:shape>
        </w:pict>
      </w:r>
    </w:p>
    <w:p w:rsidR="00FB5084" w:rsidRDefault="00FB5084"/>
    <w:sectPr w:rsidR="00FB5084" w:rsidSect="00714D91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8691E"/>
    <w:rsid w:val="000B55FB"/>
    <w:rsid w:val="000C0634"/>
    <w:rsid w:val="004B3B0C"/>
    <w:rsid w:val="0058691E"/>
    <w:rsid w:val="00670116"/>
    <w:rsid w:val="00714D91"/>
    <w:rsid w:val="00AA2800"/>
    <w:rsid w:val="00F97297"/>
    <w:rsid w:val="00FA5CBA"/>
    <w:rsid w:val="00FB50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4D91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0C06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C063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1</Pages>
  <Words>75</Words>
  <Characters>473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Biker</dc:title>
  <dc:subject/>
  <dc:creator>FinnTom</dc:creator>
  <cp:keywords/>
  <dc:description/>
  <cp:lastModifiedBy>Fritz</cp:lastModifiedBy>
  <cp:revision>2</cp:revision>
  <cp:lastPrinted>2012-10-17T19:06:00Z</cp:lastPrinted>
  <dcterms:created xsi:type="dcterms:W3CDTF">2012-10-27T13:32:00Z</dcterms:created>
  <dcterms:modified xsi:type="dcterms:W3CDTF">2012-10-27T13:32:00Z</dcterms:modified>
</cp:coreProperties>
</file>